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77450BE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B17C4E">
        <w:rPr>
          <w:rStyle w:val="Strong"/>
          <w:rFonts w:asciiTheme="minorHAnsi" w:hAnsiTheme="minorHAnsi" w:cstheme="minorHAnsi"/>
          <w:lang w:val="en-GB"/>
        </w:rPr>
        <w:t>20-G001-23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28A0FE7E" w:rsidR="00C44890" w:rsidRPr="00492684" w:rsidRDefault="00CF2F3E" w:rsidP="00C44890">
      <w:pPr>
        <w:rPr>
          <w:lang w:val="en-GB"/>
        </w:rPr>
      </w:pPr>
      <w:r>
        <w:rPr>
          <w:lang w:val="en-GB"/>
        </w:rPr>
        <w:t xml:space="preserve">A minivan of 7-9 seats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6B7058DA" w:rsidR="00C44890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500D8B1F" w14:textId="1E6A175C" w:rsidR="00CF2F3E" w:rsidRDefault="00CF2F3E" w:rsidP="00C44890">
      <w:pPr>
        <w:rPr>
          <w:lang w:val="en-GB"/>
        </w:rPr>
      </w:pPr>
      <w:r>
        <w:rPr>
          <w:lang w:val="en-GB"/>
        </w:rPr>
        <w:t xml:space="preserve">Automatic is an advantage </w:t>
      </w:r>
    </w:p>
    <w:p w14:paraId="670ED845" w14:textId="1D73FC7F" w:rsidR="00CF2F3E" w:rsidRDefault="00CF2F3E" w:rsidP="00C44890">
      <w:pPr>
        <w:rPr>
          <w:lang w:val="en-GB"/>
        </w:rPr>
      </w:pPr>
      <w:r>
        <w:rPr>
          <w:lang w:val="en-GB"/>
        </w:rPr>
        <w:t xml:space="preserve">Must </w:t>
      </w:r>
      <w:r w:rsidR="004F1A25">
        <w:rPr>
          <w:lang w:val="en-GB"/>
        </w:rPr>
        <w:t xml:space="preserve">have 7-9 seats. </w:t>
      </w:r>
    </w:p>
    <w:p w14:paraId="3D151F45" w14:textId="20CF6452" w:rsidR="00591970" w:rsidRPr="00492684" w:rsidRDefault="00591970" w:rsidP="00C44890">
      <w:pPr>
        <w:rPr>
          <w:lang w:val="en-GB"/>
        </w:rPr>
      </w:pPr>
      <w:r>
        <w:rPr>
          <w:lang w:val="en-GB"/>
        </w:rPr>
        <w:t xml:space="preserve">Engine and every other parts should be working fine. 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6F6FEFA0" w:rsidR="00C44890" w:rsidRPr="00492684" w:rsidRDefault="00C44890" w:rsidP="00C44890">
      <w:pPr>
        <w:rPr>
          <w:lang w:val="en-GB"/>
        </w:rPr>
      </w:pP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6B42167C" w:rsidR="00C44890" w:rsidRPr="00492684" w:rsidRDefault="00CF2F3E" w:rsidP="00C44890">
      <w:pPr>
        <w:rPr>
          <w:lang w:val="en-GB"/>
        </w:rPr>
      </w:pPr>
      <w:r>
        <w:rPr>
          <w:lang w:val="en-GB"/>
        </w:rPr>
        <w:t xml:space="preserve">1 month after the contract is awarded 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271962E" w:rsidR="002A4740" w:rsidRPr="00492684" w:rsidRDefault="00CF2F3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A minivan of 7-9 seats </w:t>
            </w:r>
          </w:p>
        </w:tc>
        <w:tc>
          <w:tcPr>
            <w:tcW w:w="1134" w:type="dxa"/>
          </w:tcPr>
          <w:p w14:paraId="352597C6" w14:textId="0A9B6251" w:rsidR="002A4740" w:rsidRPr="00492684" w:rsidRDefault="00CF2F3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50E91085" w:rsidR="002A4740" w:rsidRPr="00492684" w:rsidRDefault="00966E3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30/01/23</w:t>
            </w: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39D5A" w14:textId="77777777" w:rsidR="00E4755D" w:rsidRDefault="00E4755D">
      <w:r>
        <w:separator/>
      </w:r>
    </w:p>
  </w:endnote>
  <w:endnote w:type="continuationSeparator" w:id="0">
    <w:p w14:paraId="17608006" w14:textId="77777777" w:rsidR="00E4755D" w:rsidRDefault="00E4755D">
      <w:r>
        <w:continuationSeparator/>
      </w:r>
    </w:p>
  </w:endnote>
  <w:endnote w:type="continuationNotice" w:id="1">
    <w:p w14:paraId="111BE526" w14:textId="77777777" w:rsidR="00E4755D" w:rsidRDefault="00E475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8388D7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91970">
      <w:rPr>
        <w:noProof/>
      </w:rPr>
      <w:t>2023-01-12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2DFF9" w14:textId="77777777" w:rsidR="00E4755D" w:rsidRDefault="00E4755D">
      <w:r>
        <w:separator/>
      </w:r>
    </w:p>
  </w:footnote>
  <w:footnote w:type="continuationSeparator" w:id="0">
    <w:p w14:paraId="0D0D9AB3" w14:textId="77777777" w:rsidR="00E4755D" w:rsidRDefault="00E4755D">
      <w:r>
        <w:continuationSeparator/>
      </w:r>
    </w:p>
  </w:footnote>
  <w:footnote w:type="continuationNotice" w:id="1">
    <w:p w14:paraId="087A6A9F" w14:textId="77777777" w:rsidR="00E4755D" w:rsidRDefault="00E475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25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970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1F3F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1745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E3E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4E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9AC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2F3E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55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18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644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Tabouea Naare</cp:lastModifiedBy>
  <cp:revision>7</cp:revision>
  <cp:lastPrinted>2013-10-18T08:32:00Z</cp:lastPrinted>
  <dcterms:created xsi:type="dcterms:W3CDTF">2020-07-06T12:33:00Z</dcterms:created>
  <dcterms:modified xsi:type="dcterms:W3CDTF">2023-01-12T00:05:00Z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